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C3B1C">
        <w:rPr>
          <w:rFonts w:ascii="Corbel" w:hAnsi="Corbel"/>
          <w:i/>
          <w:smallCaps/>
          <w:sz w:val="24"/>
          <w:szCs w:val="24"/>
        </w:rPr>
        <w:t>20</w:t>
      </w:r>
      <w:r w:rsidR="00D12EC2">
        <w:rPr>
          <w:rFonts w:ascii="Corbel" w:hAnsi="Corbel"/>
          <w:i/>
          <w:smallCaps/>
          <w:sz w:val="24"/>
          <w:szCs w:val="24"/>
        </w:rPr>
        <w:t>20</w:t>
      </w:r>
      <w:r w:rsidR="007E238E">
        <w:rPr>
          <w:rFonts w:ascii="Corbel" w:hAnsi="Corbel"/>
          <w:i/>
          <w:smallCaps/>
          <w:sz w:val="24"/>
          <w:szCs w:val="24"/>
        </w:rPr>
        <w:t>–</w:t>
      </w:r>
      <w:r w:rsidR="00BC3B1C">
        <w:rPr>
          <w:rFonts w:ascii="Corbel" w:hAnsi="Corbel"/>
          <w:i/>
          <w:smallCaps/>
          <w:sz w:val="24"/>
          <w:szCs w:val="24"/>
        </w:rPr>
        <w:t>202</w:t>
      </w:r>
      <w:r w:rsidR="00D12EC2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9B45E1">
        <w:rPr>
          <w:rFonts w:ascii="Corbel" w:hAnsi="Corbel"/>
          <w:sz w:val="20"/>
          <w:szCs w:val="20"/>
        </w:rPr>
        <w:t>20</w:t>
      </w:r>
      <w:r w:rsidR="00BC3B1C">
        <w:rPr>
          <w:rFonts w:ascii="Corbel" w:hAnsi="Corbel"/>
          <w:sz w:val="20"/>
          <w:szCs w:val="20"/>
        </w:rPr>
        <w:t>2</w:t>
      </w:r>
      <w:r w:rsidR="00D12EC2">
        <w:rPr>
          <w:rFonts w:ascii="Corbel" w:hAnsi="Corbel"/>
          <w:sz w:val="20"/>
          <w:szCs w:val="20"/>
        </w:rPr>
        <w:t>2</w:t>
      </w:r>
      <w:r w:rsidR="00BC3B1C">
        <w:rPr>
          <w:rFonts w:ascii="Corbel" w:hAnsi="Corbel"/>
          <w:sz w:val="20"/>
          <w:szCs w:val="20"/>
        </w:rPr>
        <w:t>/202</w:t>
      </w:r>
      <w:r w:rsidR="00D12EC2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261F0" w:rsidP="000469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Poradnictwo socjalne dla rodzin dysfunkcyjnych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26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F73DB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A025A">
              <w:rPr>
                <w:rFonts w:ascii="Corbel" w:hAnsi="Corbel"/>
                <w:b w:val="0"/>
                <w:sz w:val="24"/>
                <w:szCs w:val="24"/>
              </w:rPr>
              <w:t>[6]F_08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260189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260189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9B45E1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26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Witkowska-Paleń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601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9B45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61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B45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B17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B45E1" w:rsidRPr="009C54AE" w:rsidRDefault="009B45E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261F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260189" w:rsidRDefault="002601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60189" w:rsidP="004261F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AA5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zagadnień z </w:t>
            </w:r>
            <w:r w:rsidR="00426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426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 prawny pomocy społecznej i prawo socjalne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="00C05F44" w:rsidRPr="000469A2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4850B0" w:rsidRPr="0055107F" w:rsidTr="004850B0">
        <w:tc>
          <w:tcPr>
            <w:tcW w:w="845" w:type="dxa"/>
            <w:vAlign w:val="center"/>
          </w:tcPr>
          <w:p w:rsidR="004850B0" w:rsidRPr="0055107F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107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850B0" w:rsidRPr="0055107F" w:rsidRDefault="0055107F" w:rsidP="005510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177AF"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systemu </w:t>
            </w:r>
            <w:r>
              <w:rPr>
                <w:rFonts w:ascii="Corbel" w:hAnsi="Corbel"/>
                <w:b w:val="0"/>
                <w:sz w:val="24"/>
                <w:szCs w:val="24"/>
              </w:rPr>
              <w:t>poradnictwa socjalnego w systemie pomocy społecznej</w:t>
            </w:r>
          </w:p>
        </w:tc>
      </w:tr>
      <w:tr w:rsidR="004850B0" w:rsidRPr="0055107F" w:rsidTr="004850B0">
        <w:tc>
          <w:tcPr>
            <w:tcW w:w="845" w:type="dxa"/>
            <w:vAlign w:val="center"/>
          </w:tcPr>
          <w:p w:rsidR="004850B0" w:rsidRPr="0055107F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107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850B0" w:rsidRPr="0055107F" w:rsidRDefault="0055107F" w:rsidP="005D14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177AF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6973EA">
              <w:rPr>
                <w:rFonts w:ascii="Corbel" w:hAnsi="Corbel"/>
                <w:b w:val="0"/>
                <w:sz w:val="24"/>
                <w:szCs w:val="24"/>
              </w:rPr>
              <w:t>doboru odpowiednich form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wsparcia i pomocy rodzinom dysfunkcyjnym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5107F" w:rsidRPr="009C54AE" w:rsidRDefault="0055107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080ED9" w:rsidRPr="00260189" w:rsidTr="00FE19E9">
        <w:tc>
          <w:tcPr>
            <w:tcW w:w="1681" w:type="dxa"/>
            <w:vAlign w:val="center"/>
          </w:tcPr>
          <w:p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smallCaps w:val="0"/>
                <w:szCs w:val="24"/>
              </w:rPr>
              <w:t>EK</w:t>
            </w:r>
            <w:r w:rsidRPr="002715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15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0ED9" w:rsidRPr="00260189" w:rsidTr="00FE19E9">
        <w:tc>
          <w:tcPr>
            <w:tcW w:w="1681" w:type="dxa"/>
          </w:tcPr>
          <w:p w:rsidR="00080ED9" w:rsidRPr="00271575" w:rsidRDefault="00993B00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0ED9" w:rsidRPr="0027157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udzielające pomocy i wsparcia rodzinom dysfunkcyjnym </w:t>
            </w:r>
          </w:p>
        </w:tc>
        <w:tc>
          <w:tcPr>
            <w:tcW w:w="1865" w:type="dxa"/>
          </w:tcPr>
          <w:p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080ED9" w:rsidRPr="00260189" w:rsidTr="00FE19E9">
        <w:tc>
          <w:tcPr>
            <w:tcW w:w="1681" w:type="dxa"/>
          </w:tcPr>
          <w:p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Określa zakres pomocy i wsparcia udzielanego przez różne instytucje na rzecz rodzin dysfunkcyjnych </w:t>
            </w:r>
          </w:p>
        </w:tc>
        <w:tc>
          <w:tcPr>
            <w:tcW w:w="1865" w:type="dxa"/>
          </w:tcPr>
          <w:p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080ED9" w:rsidRPr="00260189" w:rsidTr="00FE19E9">
        <w:tc>
          <w:tcPr>
            <w:tcW w:w="1681" w:type="dxa"/>
          </w:tcPr>
          <w:p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świadczenia określonych form pomocy rodzinom dysfunkcyjnym </w:t>
            </w:r>
          </w:p>
        </w:tc>
        <w:tc>
          <w:tcPr>
            <w:tcW w:w="1865" w:type="dxa"/>
          </w:tcPr>
          <w:p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080ED9" w:rsidRPr="009C54AE" w:rsidTr="00FE19E9">
        <w:tc>
          <w:tcPr>
            <w:tcW w:w="1681" w:type="dxa"/>
          </w:tcPr>
          <w:p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posiadaną wiedzę na temat form pomocy i wsparcia społecznego w celu formułowania określonych programów pomocy rodzinom dysfunkcyjnym </w:t>
            </w:r>
          </w:p>
        </w:tc>
        <w:tc>
          <w:tcPr>
            <w:tcW w:w="1865" w:type="dxa"/>
          </w:tcPr>
          <w:p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80ED9" w:rsidRPr="009C54AE" w:rsidTr="00FE19E9">
        <w:tc>
          <w:tcPr>
            <w:tcW w:w="1681" w:type="dxa"/>
          </w:tcPr>
          <w:p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wybrane problemy rodziny i proponuje określone formy pomocy społecznej</w:t>
            </w:r>
          </w:p>
        </w:tc>
        <w:tc>
          <w:tcPr>
            <w:tcW w:w="1865" w:type="dxa"/>
          </w:tcPr>
          <w:p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080ED9" w:rsidRPr="009C54AE" w:rsidTr="00FE19E9">
        <w:tc>
          <w:tcPr>
            <w:tcW w:w="1681" w:type="dxa"/>
          </w:tcPr>
          <w:p w:rsidR="00080ED9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CC5512">
              <w:rPr>
                <w:rFonts w:ascii="Corbel" w:hAnsi="Corbel"/>
                <w:b w:val="0"/>
                <w:smallCaps w:val="0"/>
                <w:szCs w:val="24"/>
              </w:rPr>
              <w:t>dentyfikuje możliwości współpracy interdyscyplinarnej na rzecz wspierania rodziny w środowisku lokalnym</w:t>
            </w:r>
          </w:p>
        </w:tc>
        <w:tc>
          <w:tcPr>
            <w:tcW w:w="1865" w:type="dxa"/>
          </w:tcPr>
          <w:p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080ED9" w:rsidRPr="009C54AE" w:rsidTr="00FE19E9">
        <w:tc>
          <w:tcPr>
            <w:tcW w:w="1681" w:type="dxa"/>
          </w:tcPr>
          <w:p w:rsidR="00080ED9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512">
              <w:rPr>
                <w:rFonts w:ascii="Corbel" w:hAnsi="Corbel"/>
                <w:b w:val="0"/>
                <w:smallCaps w:val="0"/>
                <w:szCs w:val="24"/>
              </w:rPr>
              <w:t>Jest gotów do współpracy z różnymi instytucjami wsparcia rodziny w danym środowisku lokalnym</w:t>
            </w:r>
          </w:p>
        </w:tc>
        <w:tc>
          <w:tcPr>
            <w:tcW w:w="1865" w:type="dxa"/>
          </w:tcPr>
          <w:p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080ED9" w:rsidRPr="009C54AE" w:rsidTr="00FE19E9">
        <w:tc>
          <w:tcPr>
            <w:tcW w:w="1681" w:type="dxa"/>
          </w:tcPr>
          <w:p w:rsidR="00080ED9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512">
              <w:rPr>
                <w:rFonts w:ascii="Corbel" w:hAnsi="Corbel"/>
                <w:b w:val="0"/>
                <w:smallCaps w:val="0"/>
                <w:szCs w:val="24"/>
              </w:rPr>
              <w:t>Rozpoznaje bariery i ograniczenia dla pomocy rodzinom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 </w:t>
            </w:r>
            <w:r w:rsidRPr="00CC5512">
              <w:rPr>
                <w:rFonts w:ascii="Corbel" w:hAnsi="Corbel"/>
                <w:b w:val="0"/>
                <w:smallCaps w:val="0"/>
                <w:szCs w:val="24"/>
              </w:rPr>
              <w:t>danym środowisku. Potrafi zaproponować konkretne rozwiązania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niwelujące te bariery</w:t>
            </w:r>
          </w:p>
        </w:tc>
        <w:tc>
          <w:tcPr>
            <w:tcW w:w="1865" w:type="dxa"/>
          </w:tcPr>
          <w:p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6D0723" w:rsidRPr="00080ED9" w:rsidRDefault="006D0723" w:rsidP="00080ED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82F1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0E7E" w:rsidRPr="009C54AE" w:rsidTr="00150112">
        <w:tc>
          <w:tcPr>
            <w:tcW w:w="9520" w:type="dxa"/>
          </w:tcPr>
          <w:p w:rsidR="003B0E7E" w:rsidRPr="00082F1E" w:rsidRDefault="004261F0" w:rsidP="002715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7ED8" w:rsidRPr="009C54AE" w:rsidTr="004658AC">
        <w:tc>
          <w:tcPr>
            <w:tcW w:w="9520" w:type="dxa"/>
          </w:tcPr>
          <w:p w:rsidR="00917ED8" w:rsidRPr="009C54AE" w:rsidRDefault="00F7641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Rodzaje i charakterystyka dysfunkcji w rodzinie</w:t>
            </w:r>
            <w:r w:rsidR="00A702D5">
              <w:rPr>
                <w:rFonts w:ascii="Corbel" w:hAnsi="Corbel"/>
                <w:sz w:val="24"/>
                <w:szCs w:val="24"/>
              </w:rPr>
              <w:t>. Typy rodzin dysfunkcyjnych.</w:t>
            </w:r>
          </w:p>
        </w:tc>
      </w:tr>
      <w:tr w:rsidR="00E26D7F" w:rsidRPr="009C54AE" w:rsidTr="004658AC">
        <w:tc>
          <w:tcPr>
            <w:tcW w:w="9520" w:type="dxa"/>
          </w:tcPr>
          <w:p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jako forma pomocy społecznej: cele i zadania poradnictwa socjalnego</w:t>
            </w:r>
          </w:p>
        </w:tc>
      </w:tr>
      <w:tr w:rsidR="004261F0" w:rsidRPr="009C54AE" w:rsidTr="004658AC">
        <w:tc>
          <w:tcPr>
            <w:tcW w:w="9520" w:type="dxa"/>
          </w:tcPr>
          <w:p w:rsidR="004261F0" w:rsidRPr="009C54AE" w:rsidRDefault="00F7641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poradnictwa socjalnego</w:t>
            </w:r>
          </w:p>
        </w:tc>
      </w:tr>
      <w:tr w:rsidR="00E26D7F" w:rsidRPr="009C54AE" w:rsidTr="004658AC">
        <w:tc>
          <w:tcPr>
            <w:tcW w:w="9520" w:type="dxa"/>
          </w:tcPr>
          <w:p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niewydolnych wychowawczo</w:t>
            </w:r>
          </w:p>
        </w:tc>
      </w:tr>
      <w:tr w:rsidR="00E26D7F" w:rsidRPr="009C54AE" w:rsidTr="004658AC">
        <w:tc>
          <w:tcPr>
            <w:tcW w:w="9520" w:type="dxa"/>
          </w:tcPr>
          <w:p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dotkniętych przemocą domową</w:t>
            </w:r>
          </w:p>
        </w:tc>
      </w:tr>
      <w:tr w:rsidR="004261F0" w:rsidRPr="009C54AE" w:rsidTr="004658AC">
        <w:tc>
          <w:tcPr>
            <w:tcW w:w="9520" w:type="dxa"/>
          </w:tcPr>
          <w:p w:rsidR="004261F0" w:rsidRPr="009C54AE" w:rsidRDefault="00F7641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dotkniętych problemem uzależnień</w:t>
            </w:r>
          </w:p>
        </w:tc>
      </w:tr>
      <w:tr w:rsidR="004261F0" w:rsidRPr="009C54AE" w:rsidTr="004658AC">
        <w:tc>
          <w:tcPr>
            <w:tcW w:w="9520" w:type="dxa"/>
          </w:tcPr>
          <w:p w:rsidR="004261F0" w:rsidRPr="009C54AE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w sytuacji ubóstwa i bezrobocia w rodzinie</w:t>
            </w:r>
          </w:p>
        </w:tc>
      </w:tr>
      <w:tr w:rsidR="00E26D7F" w:rsidRPr="009C54AE" w:rsidTr="004658AC">
        <w:tc>
          <w:tcPr>
            <w:tcW w:w="9520" w:type="dxa"/>
          </w:tcPr>
          <w:p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z osobą niepełnosprawną</w:t>
            </w:r>
          </w:p>
        </w:tc>
      </w:tr>
      <w:tr w:rsidR="00E26D7F" w:rsidRPr="009C54AE" w:rsidTr="004658AC">
        <w:tc>
          <w:tcPr>
            <w:tcW w:w="9520" w:type="dxa"/>
          </w:tcPr>
          <w:p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z osobą starszą</w:t>
            </w:r>
          </w:p>
        </w:tc>
      </w:tr>
      <w:tr w:rsidR="004261F0" w:rsidRPr="009C54AE" w:rsidTr="004658AC">
        <w:tc>
          <w:tcPr>
            <w:tcW w:w="9520" w:type="dxa"/>
          </w:tcPr>
          <w:p w:rsidR="004261F0" w:rsidRPr="009C54AE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zagrożonych bezdomnością i osób bezdomnych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4C41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702D5">
        <w:rPr>
          <w:rFonts w:ascii="Corbel" w:hAnsi="Corbel"/>
          <w:b w:val="0"/>
          <w:smallCaps w:val="0"/>
          <w:szCs w:val="24"/>
        </w:rPr>
        <w:t xml:space="preserve">Wykład </w:t>
      </w:r>
      <w:r w:rsidR="00A702D5" w:rsidRPr="00A702D5">
        <w:rPr>
          <w:rFonts w:ascii="Corbel" w:hAnsi="Corbel"/>
          <w:b w:val="0"/>
          <w:smallCaps w:val="0"/>
          <w:szCs w:val="24"/>
        </w:rPr>
        <w:t xml:space="preserve">problemowy </w:t>
      </w:r>
      <w:r w:rsidRPr="00A702D5">
        <w:rPr>
          <w:rFonts w:ascii="Corbel" w:hAnsi="Corbel"/>
          <w:b w:val="0"/>
          <w:smallCaps w:val="0"/>
          <w:szCs w:val="24"/>
        </w:rPr>
        <w:t>z prezentacją multimedialną</w:t>
      </w:r>
    </w:p>
    <w:p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080ED9" w:rsidRPr="00260189" w:rsidTr="00FE19E9">
        <w:tc>
          <w:tcPr>
            <w:tcW w:w="1962" w:type="dxa"/>
            <w:vAlign w:val="center"/>
          </w:tcPr>
          <w:p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26A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26A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80ED9" w:rsidRPr="00AA26A1" w:rsidTr="00FE19E9">
        <w:tc>
          <w:tcPr>
            <w:tcW w:w="1962" w:type="dxa"/>
          </w:tcPr>
          <w:p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AA26A1" w:rsidTr="00FE19E9">
        <w:tc>
          <w:tcPr>
            <w:tcW w:w="1962" w:type="dxa"/>
          </w:tcPr>
          <w:p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AA26A1" w:rsidTr="00FE19E9">
        <w:tc>
          <w:tcPr>
            <w:tcW w:w="1962" w:type="dxa"/>
          </w:tcPr>
          <w:p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AA26A1" w:rsidTr="00FE19E9">
        <w:tc>
          <w:tcPr>
            <w:tcW w:w="1962" w:type="dxa"/>
          </w:tcPr>
          <w:p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:rsidTr="00FE19E9">
        <w:tc>
          <w:tcPr>
            <w:tcW w:w="1962" w:type="dxa"/>
          </w:tcPr>
          <w:p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:rsidTr="00FE19E9">
        <w:tc>
          <w:tcPr>
            <w:tcW w:w="1962" w:type="dxa"/>
          </w:tcPr>
          <w:p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:rsidR="00080ED9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:rsidTr="00FE19E9">
        <w:tc>
          <w:tcPr>
            <w:tcW w:w="1962" w:type="dxa"/>
          </w:tcPr>
          <w:p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:rsidR="00080ED9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:rsidTr="00FE19E9">
        <w:tc>
          <w:tcPr>
            <w:tcW w:w="1962" w:type="dxa"/>
          </w:tcPr>
          <w:p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:rsidR="00080ED9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6973EA" w:rsidRPr="009C54AE" w:rsidRDefault="006973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80ED9" w:rsidRDefault="00080ED9" w:rsidP="00080E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udział w dyskusjach problemowych podczas zajęć (40% oceny końcowej) oraz uzyskanie pozytywnej oceny z referatu (60% oceny końcowej).</w:t>
            </w:r>
          </w:p>
          <w:p w:rsidR="00080ED9" w:rsidRDefault="00080ED9" w:rsidP="00080E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 udział w dyskusjach problemowych student może zgromadzić od 1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do maksymalnie 5 pkt. 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W ramach referatu studenci </w:t>
            </w:r>
            <w:r>
              <w:rPr>
                <w:rFonts w:ascii="Corbel" w:hAnsi="Corbel"/>
                <w:sz w:val="24"/>
                <w:szCs w:val="24"/>
              </w:rPr>
              <w:t>samodzielnie opracowują indywidualny projekt pomocy i wsparcia rodziny dysfunkcyjnej w określonym środowisku lokalnym.</w:t>
            </w:r>
          </w:p>
          <w:p w:rsidR="00C22B8B" w:rsidRPr="00080ED9" w:rsidRDefault="00C22B8B" w:rsidP="00080E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973EA" w:rsidRDefault="006973EA" w:rsidP="00381235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9C54AE" w:rsidTr="00F63E0E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F63E0E">
        <w:tc>
          <w:tcPr>
            <w:tcW w:w="490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9C54AE" w:rsidRDefault="00F75757" w:rsidP="00F757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63E0E" w:rsidRPr="009C54AE" w:rsidRDefault="00066443" w:rsidP="002F0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260189">
              <w:rPr>
                <w:rFonts w:ascii="Corbel" w:hAnsi="Corbel"/>
                <w:sz w:val="24"/>
                <w:szCs w:val="24"/>
              </w:rPr>
              <w:t>, udział w egzaminie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F63E0E" w:rsidRPr="009C54AE" w:rsidRDefault="00260189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63E0E" w:rsidRPr="009C54AE" w:rsidRDefault="00F63E0E" w:rsidP="004261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4261F0">
              <w:rPr>
                <w:rFonts w:ascii="Corbel" w:hAnsi="Corbel"/>
                <w:sz w:val="24"/>
                <w:szCs w:val="24"/>
              </w:rPr>
              <w:t>zapoznanie się z li</w:t>
            </w:r>
            <w:r w:rsidR="00BE7718">
              <w:rPr>
                <w:rFonts w:ascii="Corbel" w:hAnsi="Corbel"/>
                <w:sz w:val="24"/>
                <w:szCs w:val="24"/>
              </w:rPr>
              <w:t>teraturą, 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:rsidR="00F63E0E" w:rsidRPr="009C54AE" w:rsidRDefault="00F75757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F63E0E" w:rsidRPr="009C54AE" w:rsidRDefault="00F75757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F63E0E" w:rsidRPr="00E638C7" w:rsidRDefault="002F09D9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F7641F" w:rsidTr="0071620A">
        <w:trPr>
          <w:trHeight w:val="397"/>
        </w:trPr>
        <w:tc>
          <w:tcPr>
            <w:tcW w:w="7513" w:type="dxa"/>
          </w:tcPr>
          <w:p w:rsidR="0085747A" w:rsidRPr="00F764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4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93B00" w:rsidRDefault="00993B00" w:rsidP="00993B00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Weissbrot</w:t>
            </w:r>
            <w:r>
              <w:rPr>
                <w:rStyle w:val="normaltextrun"/>
                <w:rFonts w:ascii="Corbel" w:hAnsi="Corbel" w:cs="Segoe UI"/>
                <w:color w:val="000000"/>
              </w:rPr>
              <w:t>-Koziarska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A. (2012).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Poradnictwo socjalne dla rodzin. Podręcznik akademicki.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Opole: Wyd. Uniwersytetu Opolskiego.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993B00" w:rsidRDefault="00993B00" w:rsidP="00993B00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B.,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A. red. (2018).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Poradnictwo w dyskursie interdyscyplinarnym. </w:t>
            </w:r>
            <w:r>
              <w:rPr>
                <w:rStyle w:val="contextualspellingandgrammarerror"/>
                <w:rFonts w:ascii="Corbel" w:hAnsi="Corbel" w:cs="Segoe UI"/>
              </w:rPr>
              <w:t>Rzeszów:  Wydawnictwo</w:t>
            </w:r>
            <w:r>
              <w:rPr>
                <w:rStyle w:val="normaltextrun"/>
                <w:rFonts w:ascii="Corbel" w:hAnsi="Corbel" w:cs="Segoe UI"/>
              </w:rPr>
              <w:t xml:space="preserve"> UR.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E26D7F" w:rsidRPr="00993B00" w:rsidRDefault="00993B00" w:rsidP="00993B00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 w:rsidRPr="00993B00">
              <w:rPr>
                <w:rStyle w:val="normaltextrun"/>
                <w:rFonts w:ascii="Corbel" w:hAnsi="Corbel" w:cs="Segoe UI"/>
                <w:color w:val="000000"/>
                <w:lang w:val="de-AT"/>
              </w:rPr>
              <w:t>Biernat</w:t>
            </w:r>
            <w:proofErr w:type="spellEnd"/>
            <w:r w:rsidRPr="00993B00">
              <w:rPr>
                <w:rStyle w:val="normaltextrun"/>
                <w:rFonts w:ascii="Corbel" w:hAnsi="Corbel" w:cs="Segoe UI"/>
                <w:color w:val="000000"/>
                <w:lang w:val="de-AT"/>
              </w:rPr>
              <w:t xml:space="preserve">, T. i in. red. 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(2016).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Rodzina w pracy socjalnej – pomoc w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sytuacjach trudnych i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kryzysowych.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Toruń: Wydawnictwo Edukacyjne Akapit.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63E0E" w:rsidRPr="00F7641F" w:rsidRDefault="0085747A" w:rsidP="00905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4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93B00" w:rsidRDefault="00993B00" w:rsidP="00993B00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Krasiejko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I. (2019).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Rodzina z dziećmi. Rodzina dysfunkcyjna. Pedagogika, praca socjalna, terapia. </w:t>
            </w:r>
            <w:r>
              <w:rPr>
                <w:rStyle w:val="contextualspellingandgrammarerror"/>
                <w:rFonts w:ascii="Corbel" w:eastAsia="Calibri" w:hAnsi="Corbel" w:cs="Segoe UI"/>
                <w:color w:val="000000"/>
              </w:rPr>
              <w:t>Warszawa:  Wyd.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993B00" w:rsidRDefault="00993B00" w:rsidP="00993B00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Sierpowska, I.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Prawo pomocy społecznej</w:t>
            </w:r>
            <w:r>
              <w:rPr>
                <w:rStyle w:val="normaltextrun"/>
                <w:rFonts w:ascii="Corbel" w:hAnsi="Corbel" w:cs="Segoe UI"/>
              </w:rPr>
              <w:t xml:space="preserve"> (wyd. 4). Warszawa: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Wolters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Kluwer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Polska.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993B00" w:rsidRPr="00993B00" w:rsidRDefault="00993B00" w:rsidP="00993B00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Witkowska-Paleń, A. (2016).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Praca socjalna z rodziną dotkniętą przemocą domową – możliwości, wyzwania, perspektywy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W: Biernat, T. i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inn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. (red.).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Rodzina w pracy socjalnej – pomoc w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sytuacjach trudnych i kryzysowych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</w:t>
            </w:r>
            <w:proofErr w:type="spellStart"/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Toruń</w:t>
            </w:r>
            <w:proofErr w:type="spellEnd"/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: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proofErr w:type="spellStart"/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Wydawnictwo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proofErr w:type="spellStart"/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Edukacyjne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„</w:t>
            </w:r>
            <w:proofErr w:type="spellStart"/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Akapit</w:t>
            </w:r>
            <w:proofErr w:type="spellEnd"/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”,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131-146.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  <w:lang w:val="en-US"/>
              </w:rPr>
              <w:t xml:space="preserve"> </w:t>
            </w:r>
          </w:p>
          <w:p w:rsidR="00993B00" w:rsidRPr="00993B00" w:rsidRDefault="00993B00" w:rsidP="00993B00">
            <w:pPr>
              <w:pStyle w:val="paragraph"/>
              <w:spacing w:before="0" w:beforeAutospacing="0" w:after="0" w:afterAutospacing="0"/>
              <w:ind w:left="585" w:hanging="585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proofErr w:type="spellStart"/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Witkowska-Paleń</w:t>
            </w:r>
            <w:proofErr w:type="spellEnd"/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,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A.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993B00">
              <w:rPr>
                <w:rStyle w:val="normaltextrun"/>
                <w:rFonts w:ascii="Corbel" w:hAnsi="Corbel" w:cs="Segoe UI"/>
                <w:color w:val="000000"/>
                <w:lang w:val="en-US"/>
              </w:rPr>
              <w:t>(2020).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color w:val="000000"/>
                <w:lang w:val="en-GB"/>
              </w:rPr>
              <w:t xml:space="preserve">Problems experienced by families of prisoners and possibility of social assistance and support.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  <w:lang w:val="en-GB"/>
              </w:rPr>
              <w:t>Journal of Modern Science</w:t>
            </w:r>
            <w:r>
              <w:rPr>
                <w:rStyle w:val="normaltextrun"/>
                <w:rFonts w:ascii="Corbel" w:hAnsi="Corbel" w:cs="Segoe UI"/>
                <w:color w:val="000000"/>
                <w:lang w:val="en-GB"/>
              </w:rPr>
              <w:t xml:space="preserve">, 2(45), 77-90, 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  <w:lang w:val="en-GB"/>
                </w:rPr>
                <w:t>https://www.jomswsge.com/Problems-exsperienced-by-families-of-prisoners-and-possibility-of-social-assistance,131608,0,1.html</w:t>
              </w:r>
            </w:hyperlink>
            <w:r>
              <w:rPr>
                <w:rStyle w:val="normaltextrun"/>
                <w:rFonts w:ascii="Corbel" w:hAnsi="Corbel" w:cs="Segoe UI"/>
                <w:color w:val="000000"/>
                <w:lang w:val="en-GB"/>
              </w:rPr>
              <w:t xml:space="preserve">  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  <w:lang w:val="en-US"/>
              </w:rPr>
              <w:t xml:space="preserve"> </w:t>
            </w:r>
          </w:p>
          <w:p w:rsidR="00993B00" w:rsidRDefault="00993B00" w:rsidP="00993B00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Parzyszek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M.,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Samorańska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M. red. (2017).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Rodzina – wsparcie i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pomoc.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Lublin: Wyd.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Episteme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F7641F" w:rsidRPr="00514CB5" w:rsidRDefault="00F7641F" w:rsidP="00993B0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CA2" w:rsidRDefault="00717CA2" w:rsidP="00C16ABF">
      <w:pPr>
        <w:spacing w:after="0" w:line="240" w:lineRule="auto"/>
      </w:pPr>
      <w:r>
        <w:separator/>
      </w:r>
    </w:p>
  </w:endnote>
  <w:endnote w:type="continuationSeparator" w:id="0">
    <w:p w:rsidR="00717CA2" w:rsidRDefault="00717C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="00671DB0" w:rsidRPr="00671DB0" w:rsidRDefault="008030F6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="00671DB0" w:rsidRP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993B00">
          <w:rPr>
            <w:rFonts w:ascii="Corbel" w:hAnsi="Corbel"/>
            <w:noProof/>
          </w:rPr>
          <w:t>3</w:t>
        </w:r>
        <w:r w:rsidRPr="00671DB0">
          <w:rPr>
            <w:rFonts w:ascii="Corbel" w:hAnsi="Corbel"/>
          </w:rPr>
          <w:fldChar w:fldCharType="end"/>
        </w:r>
      </w:p>
    </w:sdtContent>
  </w:sdt>
  <w:p w:rsidR="00671DB0" w:rsidRDefault="00671D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CA2" w:rsidRDefault="00717CA2" w:rsidP="00C16ABF">
      <w:pPr>
        <w:spacing w:after="0" w:line="240" w:lineRule="auto"/>
      </w:pPr>
      <w:r>
        <w:separator/>
      </w:r>
    </w:p>
  </w:footnote>
  <w:footnote w:type="continuationSeparator" w:id="0">
    <w:p w:rsidR="00717CA2" w:rsidRDefault="00717CA2" w:rsidP="00C16ABF">
      <w:pPr>
        <w:spacing w:after="0" w:line="240" w:lineRule="auto"/>
      </w:pPr>
      <w:r>
        <w:continuationSeparator/>
      </w:r>
    </w:p>
  </w:footnote>
  <w:footnote w:id="1">
    <w:p w:rsidR="00080ED9" w:rsidRDefault="00080ED9" w:rsidP="00080E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9356B"/>
    <w:multiLevelType w:val="hybridMultilevel"/>
    <w:tmpl w:val="14323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76643"/>
    <w:multiLevelType w:val="hybridMultilevel"/>
    <w:tmpl w:val="AB28A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4C575F"/>
    <w:multiLevelType w:val="hybridMultilevel"/>
    <w:tmpl w:val="ECD68644"/>
    <w:lvl w:ilvl="0" w:tplc="134ED5A6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F2777"/>
    <w:multiLevelType w:val="hybridMultilevel"/>
    <w:tmpl w:val="2110AD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szAzMTAytjQwMzNW0lEKTi0uzszPAykwrAUAWeYezywAAAA="/>
  </w:docVars>
  <w:rsids>
    <w:rsidRoot w:val="00BD66E9"/>
    <w:rsid w:val="000048FD"/>
    <w:rsid w:val="000077B4"/>
    <w:rsid w:val="0001396B"/>
    <w:rsid w:val="00015B8F"/>
    <w:rsid w:val="00022ECE"/>
    <w:rsid w:val="00042A51"/>
    <w:rsid w:val="00042D2E"/>
    <w:rsid w:val="00044C82"/>
    <w:rsid w:val="000469A2"/>
    <w:rsid w:val="00066443"/>
    <w:rsid w:val="0007031B"/>
    <w:rsid w:val="00070ED6"/>
    <w:rsid w:val="000742DC"/>
    <w:rsid w:val="00080ED9"/>
    <w:rsid w:val="00082F1E"/>
    <w:rsid w:val="00084C12"/>
    <w:rsid w:val="0009462C"/>
    <w:rsid w:val="00094A12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C76"/>
    <w:rsid w:val="001036A6"/>
    <w:rsid w:val="00112634"/>
    <w:rsid w:val="001242F0"/>
    <w:rsid w:val="00124BFF"/>
    <w:rsid w:val="0012560E"/>
    <w:rsid w:val="00127108"/>
    <w:rsid w:val="00132D42"/>
    <w:rsid w:val="00134B13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2023"/>
    <w:rsid w:val="00172355"/>
    <w:rsid w:val="001737CF"/>
    <w:rsid w:val="00176083"/>
    <w:rsid w:val="00192F37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519CF"/>
    <w:rsid w:val="00260189"/>
    <w:rsid w:val="00271575"/>
    <w:rsid w:val="002751F1"/>
    <w:rsid w:val="00281FF2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E6E74"/>
    <w:rsid w:val="002F02A3"/>
    <w:rsid w:val="002F09D9"/>
    <w:rsid w:val="002F4ABE"/>
    <w:rsid w:val="003018BA"/>
    <w:rsid w:val="0030395F"/>
    <w:rsid w:val="00303F27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81235"/>
    <w:rsid w:val="003A0A5B"/>
    <w:rsid w:val="003A1176"/>
    <w:rsid w:val="003B0E7E"/>
    <w:rsid w:val="003C0BAE"/>
    <w:rsid w:val="003D18A9"/>
    <w:rsid w:val="003D6CE2"/>
    <w:rsid w:val="003E1941"/>
    <w:rsid w:val="003E2FE6"/>
    <w:rsid w:val="003E49D5"/>
    <w:rsid w:val="003F205D"/>
    <w:rsid w:val="003F38C0"/>
    <w:rsid w:val="003F3FD6"/>
    <w:rsid w:val="003F49A1"/>
    <w:rsid w:val="00414E3C"/>
    <w:rsid w:val="0042244A"/>
    <w:rsid w:val="004261F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65"/>
    <w:rsid w:val="004840FD"/>
    <w:rsid w:val="004849EE"/>
    <w:rsid w:val="004850B0"/>
    <w:rsid w:val="00490F7D"/>
    <w:rsid w:val="00491678"/>
    <w:rsid w:val="004968E2"/>
    <w:rsid w:val="004A3EEA"/>
    <w:rsid w:val="004A4D1F"/>
    <w:rsid w:val="004A6104"/>
    <w:rsid w:val="004A6A95"/>
    <w:rsid w:val="004C18FF"/>
    <w:rsid w:val="004C419B"/>
    <w:rsid w:val="004D5282"/>
    <w:rsid w:val="004E6BC8"/>
    <w:rsid w:val="004F1551"/>
    <w:rsid w:val="004F55A3"/>
    <w:rsid w:val="00500FE1"/>
    <w:rsid w:val="0050496F"/>
    <w:rsid w:val="00513B6F"/>
    <w:rsid w:val="00514CB5"/>
    <w:rsid w:val="00517C63"/>
    <w:rsid w:val="00525533"/>
    <w:rsid w:val="005363C4"/>
    <w:rsid w:val="00536BDE"/>
    <w:rsid w:val="00543ACC"/>
    <w:rsid w:val="0055107F"/>
    <w:rsid w:val="0056696D"/>
    <w:rsid w:val="0057278B"/>
    <w:rsid w:val="0059484D"/>
    <w:rsid w:val="005A0855"/>
    <w:rsid w:val="005A3196"/>
    <w:rsid w:val="005C080F"/>
    <w:rsid w:val="005C55E5"/>
    <w:rsid w:val="005C696A"/>
    <w:rsid w:val="005D14FD"/>
    <w:rsid w:val="005D73D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85C13"/>
    <w:rsid w:val="00696477"/>
    <w:rsid w:val="006973EA"/>
    <w:rsid w:val="006A29E2"/>
    <w:rsid w:val="006D050F"/>
    <w:rsid w:val="006D0723"/>
    <w:rsid w:val="006D6139"/>
    <w:rsid w:val="006E5D65"/>
    <w:rsid w:val="006F1282"/>
    <w:rsid w:val="006F1FBC"/>
    <w:rsid w:val="006F31E2"/>
    <w:rsid w:val="00706544"/>
    <w:rsid w:val="007072BA"/>
    <w:rsid w:val="0071620A"/>
    <w:rsid w:val="00717CA2"/>
    <w:rsid w:val="00720DA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E238E"/>
    <w:rsid w:val="007F4155"/>
    <w:rsid w:val="008030F6"/>
    <w:rsid w:val="0081554D"/>
    <w:rsid w:val="0081707E"/>
    <w:rsid w:val="00825BDC"/>
    <w:rsid w:val="00835DD0"/>
    <w:rsid w:val="008449B3"/>
    <w:rsid w:val="008552A2"/>
    <w:rsid w:val="0085747A"/>
    <w:rsid w:val="00881108"/>
    <w:rsid w:val="00884922"/>
    <w:rsid w:val="00885F64"/>
    <w:rsid w:val="008917F9"/>
    <w:rsid w:val="008A45F7"/>
    <w:rsid w:val="008C0CC0"/>
    <w:rsid w:val="008C13A4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69B4"/>
    <w:rsid w:val="008F6E29"/>
    <w:rsid w:val="00905BFD"/>
    <w:rsid w:val="00913537"/>
    <w:rsid w:val="00916188"/>
    <w:rsid w:val="0091724B"/>
    <w:rsid w:val="00917ED8"/>
    <w:rsid w:val="00923D7D"/>
    <w:rsid w:val="00927769"/>
    <w:rsid w:val="0093534F"/>
    <w:rsid w:val="009508DF"/>
    <w:rsid w:val="00950DAC"/>
    <w:rsid w:val="00954A07"/>
    <w:rsid w:val="00993B00"/>
    <w:rsid w:val="00997F14"/>
    <w:rsid w:val="009A025A"/>
    <w:rsid w:val="009A78D9"/>
    <w:rsid w:val="009B45E1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FB8"/>
    <w:rsid w:val="00A601C8"/>
    <w:rsid w:val="00A60799"/>
    <w:rsid w:val="00A702D5"/>
    <w:rsid w:val="00A84C85"/>
    <w:rsid w:val="00A9711A"/>
    <w:rsid w:val="00A97DE1"/>
    <w:rsid w:val="00AA26A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4C49"/>
    <w:rsid w:val="00B06142"/>
    <w:rsid w:val="00B135B1"/>
    <w:rsid w:val="00B164FA"/>
    <w:rsid w:val="00B215F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B1C"/>
    <w:rsid w:val="00BD3869"/>
    <w:rsid w:val="00BD66E9"/>
    <w:rsid w:val="00BD6FF4"/>
    <w:rsid w:val="00BE7718"/>
    <w:rsid w:val="00BF2C41"/>
    <w:rsid w:val="00BF31EC"/>
    <w:rsid w:val="00C058B4"/>
    <w:rsid w:val="00C05F44"/>
    <w:rsid w:val="00C131B5"/>
    <w:rsid w:val="00C16ABF"/>
    <w:rsid w:val="00C170AE"/>
    <w:rsid w:val="00C22B8B"/>
    <w:rsid w:val="00C26CB7"/>
    <w:rsid w:val="00C324C1"/>
    <w:rsid w:val="00C36992"/>
    <w:rsid w:val="00C56036"/>
    <w:rsid w:val="00C616D1"/>
    <w:rsid w:val="00C61DC5"/>
    <w:rsid w:val="00C670DE"/>
    <w:rsid w:val="00C67E92"/>
    <w:rsid w:val="00C70A26"/>
    <w:rsid w:val="00C766DF"/>
    <w:rsid w:val="00C772EB"/>
    <w:rsid w:val="00C869A4"/>
    <w:rsid w:val="00C93C17"/>
    <w:rsid w:val="00C94B98"/>
    <w:rsid w:val="00CA2B96"/>
    <w:rsid w:val="00CA5089"/>
    <w:rsid w:val="00CA56AF"/>
    <w:rsid w:val="00CD2205"/>
    <w:rsid w:val="00CD6897"/>
    <w:rsid w:val="00CE3050"/>
    <w:rsid w:val="00CE5BAC"/>
    <w:rsid w:val="00CF25BE"/>
    <w:rsid w:val="00CF2AA5"/>
    <w:rsid w:val="00CF78ED"/>
    <w:rsid w:val="00D02B25"/>
    <w:rsid w:val="00D02EBA"/>
    <w:rsid w:val="00D12EC2"/>
    <w:rsid w:val="00D17C3C"/>
    <w:rsid w:val="00D26B2C"/>
    <w:rsid w:val="00D271FE"/>
    <w:rsid w:val="00D352C9"/>
    <w:rsid w:val="00D379AF"/>
    <w:rsid w:val="00D425B2"/>
    <w:rsid w:val="00D428D6"/>
    <w:rsid w:val="00D552B2"/>
    <w:rsid w:val="00D608D1"/>
    <w:rsid w:val="00D61703"/>
    <w:rsid w:val="00D74119"/>
    <w:rsid w:val="00D8075B"/>
    <w:rsid w:val="00D807F6"/>
    <w:rsid w:val="00D8678B"/>
    <w:rsid w:val="00DA2114"/>
    <w:rsid w:val="00DB1787"/>
    <w:rsid w:val="00DB79D3"/>
    <w:rsid w:val="00DE09C0"/>
    <w:rsid w:val="00DE4A14"/>
    <w:rsid w:val="00DF320D"/>
    <w:rsid w:val="00DF71C8"/>
    <w:rsid w:val="00E129B8"/>
    <w:rsid w:val="00E14157"/>
    <w:rsid w:val="00E21E7D"/>
    <w:rsid w:val="00E22FBC"/>
    <w:rsid w:val="00E24BF5"/>
    <w:rsid w:val="00E25338"/>
    <w:rsid w:val="00E26D7F"/>
    <w:rsid w:val="00E43AFB"/>
    <w:rsid w:val="00E454B9"/>
    <w:rsid w:val="00E51E44"/>
    <w:rsid w:val="00E63348"/>
    <w:rsid w:val="00E742AA"/>
    <w:rsid w:val="00E757B7"/>
    <w:rsid w:val="00E76756"/>
    <w:rsid w:val="00E77E88"/>
    <w:rsid w:val="00E8107D"/>
    <w:rsid w:val="00E83657"/>
    <w:rsid w:val="00E960BB"/>
    <w:rsid w:val="00EA2074"/>
    <w:rsid w:val="00EA4832"/>
    <w:rsid w:val="00EA4E9D"/>
    <w:rsid w:val="00EC1EC8"/>
    <w:rsid w:val="00EC4899"/>
    <w:rsid w:val="00ED03AB"/>
    <w:rsid w:val="00ED32D2"/>
    <w:rsid w:val="00EE32DE"/>
    <w:rsid w:val="00EE5457"/>
    <w:rsid w:val="00EE6F06"/>
    <w:rsid w:val="00F070AB"/>
    <w:rsid w:val="00F17567"/>
    <w:rsid w:val="00F21F6C"/>
    <w:rsid w:val="00F27A7B"/>
    <w:rsid w:val="00F526AF"/>
    <w:rsid w:val="00F617C3"/>
    <w:rsid w:val="00F63E0E"/>
    <w:rsid w:val="00F7066B"/>
    <w:rsid w:val="00F73DB3"/>
    <w:rsid w:val="00F75757"/>
    <w:rsid w:val="00F7641F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C62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3B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993B00"/>
  </w:style>
  <w:style w:type="character" w:customStyle="1" w:styleId="normaltextrun">
    <w:name w:val="normaltextrun"/>
    <w:basedOn w:val="Domylnaczcionkaakapitu"/>
    <w:rsid w:val="00993B00"/>
  </w:style>
  <w:style w:type="character" w:customStyle="1" w:styleId="eop">
    <w:name w:val="eop"/>
    <w:basedOn w:val="Domylnaczcionkaakapitu"/>
    <w:rsid w:val="00993B00"/>
  </w:style>
  <w:style w:type="character" w:customStyle="1" w:styleId="contextualspellingandgrammarerror">
    <w:name w:val="contextualspellingandgrammarerror"/>
    <w:basedOn w:val="Domylnaczcionkaakapitu"/>
    <w:rsid w:val="00993B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2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mswsge.com/Problems-exsperienced-by-families-of-prisoners-and-possibility-of-social-assistance,131608,0,1.htm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AD24E0-B69C-4416-BC65-9A0BBAB592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075CDA-0C23-497D-A048-23BAC8DFC51F}"/>
</file>

<file path=customXml/itemProps3.xml><?xml version="1.0" encoding="utf-8"?>
<ds:datastoreItem xmlns:ds="http://schemas.openxmlformats.org/officeDocument/2006/customXml" ds:itemID="{BB647892-0B8E-4FF7-A6F4-20C5DE83152E}"/>
</file>

<file path=customXml/itemProps4.xml><?xml version="1.0" encoding="utf-8"?>
<ds:datastoreItem xmlns:ds="http://schemas.openxmlformats.org/officeDocument/2006/customXml" ds:itemID="{DD703B74-750C-43DC-A82C-4E4927383B3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988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2021-10-01T13:34:00Z</dcterms:created>
  <dcterms:modified xsi:type="dcterms:W3CDTF">2021-10-01T13:34:00Z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